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6DDE" w14:textId="77777777" w:rsidR="00535962" w:rsidRPr="00F7167E" w:rsidRDefault="00FA2AFA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C21815" wp14:editId="6B2281E4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4E2F2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21815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164E2F2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25DE04BD" wp14:editId="51688945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670844" wp14:editId="35B4D745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B9CDA" w14:textId="77777777" w:rsidR="0026335F" w:rsidRPr="0026335F" w:rsidRDefault="00B3332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70844"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39CB9CDA" w14:textId="77777777" w:rsidR="0026335F" w:rsidRPr="0026335F" w:rsidRDefault="00B33328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5B33F3D" wp14:editId="788E0ACE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222C62B" w14:textId="77777777"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9EC2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33F3D"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222C62B" w14:textId="77777777"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309EC2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418694" wp14:editId="78D4E4CE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2D0236A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F9A0FBA" wp14:editId="745A0C7D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18694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2D0236A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F9A0FBA" wp14:editId="745A0C7D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435DA0C9" w14:textId="77777777" w:rsidR="00535962" w:rsidRPr="00535962" w:rsidRDefault="000030D2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5ABB95" wp14:editId="25DB09A3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AAC9B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ABB95"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362AAC9B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9EE0F44" w14:textId="77777777"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0D8921" wp14:editId="2552ABCE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DC1C7" w14:textId="77777777" w:rsidR="002E1412" w:rsidRPr="002E1412" w:rsidRDefault="00B33328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8921"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" stroked="f">
                <v:textbox>
                  <w:txbxContent>
                    <w:p w14:paraId="2A9DC1C7" w14:textId="77777777" w:rsidR="002E1412" w:rsidRPr="002E1412" w:rsidRDefault="00B33328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CC922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0F0F8BC2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95B821" wp14:editId="5DC5AFF7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393C1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5B821"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" stroked="f">
                <v:textbox>
                  <w:txbxContent>
                    <w:p w14:paraId="384393C1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62713DAF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FC78D1" wp14:editId="07B3947D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BCB24" w14:textId="77777777" w:rsidR="002E1412" w:rsidRPr="002E1412" w:rsidRDefault="00B33328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C78D1"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" stroked="f">
                <v:textbox>
                  <w:txbxContent>
                    <w:p w14:paraId="674BCB24" w14:textId="77777777" w:rsidR="002E1412" w:rsidRPr="002E1412" w:rsidRDefault="00B33328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D5842DC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2E09B50F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4573D0B3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071A2B1D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11F4A0F9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70D03517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3315EF90" w14:textId="77777777" w:rsidTr="00E82502">
        <w:trPr>
          <w:cantSplit/>
          <w:trHeight w:val="440"/>
        </w:trPr>
        <w:tc>
          <w:tcPr>
            <w:tcW w:w="9252" w:type="dxa"/>
          </w:tcPr>
          <w:p w14:paraId="7E919BE0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3240BF15" w14:textId="77777777" w:rsidTr="00E82502">
        <w:trPr>
          <w:cantSplit/>
          <w:trHeight w:val="440"/>
        </w:trPr>
        <w:tc>
          <w:tcPr>
            <w:tcW w:w="9252" w:type="dxa"/>
          </w:tcPr>
          <w:p w14:paraId="6B9445A5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10068546" w14:textId="77777777" w:rsidTr="00E82502">
        <w:trPr>
          <w:cantSplit/>
          <w:trHeight w:val="440"/>
        </w:trPr>
        <w:tc>
          <w:tcPr>
            <w:tcW w:w="9252" w:type="dxa"/>
          </w:tcPr>
          <w:p w14:paraId="78EF5115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38CF8A6" w14:textId="77777777" w:rsidTr="00E82502">
        <w:trPr>
          <w:cantSplit/>
          <w:trHeight w:val="440"/>
        </w:trPr>
        <w:tc>
          <w:tcPr>
            <w:tcW w:w="9252" w:type="dxa"/>
          </w:tcPr>
          <w:p w14:paraId="65337E9B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6EC63C35" w14:textId="77777777" w:rsidTr="00E82502">
        <w:trPr>
          <w:cantSplit/>
          <w:trHeight w:val="440"/>
        </w:trPr>
        <w:tc>
          <w:tcPr>
            <w:tcW w:w="9252" w:type="dxa"/>
          </w:tcPr>
          <w:p w14:paraId="522BA0D7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35383569" w14:textId="77777777" w:rsidTr="00E82502">
        <w:trPr>
          <w:cantSplit/>
          <w:trHeight w:val="440"/>
        </w:trPr>
        <w:tc>
          <w:tcPr>
            <w:tcW w:w="9252" w:type="dxa"/>
          </w:tcPr>
          <w:p w14:paraId="4600B0DE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238E18FB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1D6110FB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2FD51EB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1E08086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4865C1A1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049B" w14:textId="77777777" w:rsidR="00B33328" w:rsidRDefault="00B33328" w:rsidP="001007E7">
      <w:pPr>
        <w:spacing w:after="0" w:line="240" w:lineRule="auto"/>
      </w:pPr>
      <w:r>
        <w:separator/>
      </w:r>
    </w:p>
  </w:endnote>
  <w:endnote w:type="continuationSeparator" w:id="0">
    <w:p w14:paraId="6049913D" w14:textId="77777777" w:rsidR="00B33328" w:rsidRDefault="00B3332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859C8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79812406" wp14:editId="6A4FEF4A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9BE67E" wp14:editId="52E625DF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E00E9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7195BAE4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9BE6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3D9E00E9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7195BAE4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47BB65" wp14:editId="74ECF44B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CA6C60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47BB65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77CA6C60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63292685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CB7A67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C7AF20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3A32672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506B6A8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36565" w14:textId="77777777" w:rsidR="00B33328" w:rsidRDefault="00B33328" w:rsidP="001007E7">
      <w:pPr>
        <w:spacing w:after="0" w:line="240" w:lineRule="auto"/>
      </w:pPr>
      <w:r>
        <w:separator/>
      </w:r>
    </w:p>
  </w:footnote>
  <w:footnote w:type="continuationSeparator" w:id="0">
    <w:p w14:paraId="7A49C8B6" w14:textId="77777777" w:rsidR="00B33328" w:rsidRDefault="00B3332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33328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25A8B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2671B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Grecia Figuero</cp:lastModifiedBy>
  <cp:revision>2</cp:revision>
  <cp:lastPrinted>2011-03-04T18:48:00Z</cp:lastPrinted>
  <dcterms:created xsi:type="dcterms:W3CDTF">2021-05-26T19:09:00Z</dcterms:created>
  <dcterms:modified xsi:type="dcterms:W3CDTF">2021-05-26T19:09:00Z</dcterms:modified>
</cp:coreProperties>
</file>