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65708" w14:textId="15713C2E" w:rsidR="00535962" w:rsidRPr="00F7167E" w:rsidRDefault="00B82201">
      <w:r w:rsidRPr="00013E04">
        <w:rPr>
          <w:noProof/>
          <w:lang w:val="es-DO" w:eastAsia="es-DO"/>
        </w:rPr>
        <w:drawing>
          <wp:anchor distT="0" distB="0" distL="114300" distR="114300" simplePos="0" relativeHeight="251698176" behindDoc="0" locked="0" layoutInCell="1" allowOverlap="1" wp14:anchorId="05E8F4A8" wp14:editId="54FE96B7">
            <wp:simplePos x="0" y="0"/>
            <wp:positionH relativeFrom="margin">
              <wp:posOffset>2803525</wp:posOffset>
            </wp:positionH>
            <wp:positionV relativeFrom="margin">
              <wp:posOffset>-514350</wp:posOffset>
            </wp:positionV>
            <wp:extent cx="810000" cy="806400"/>
            <wp:effectExtent l="0" t="0" r="0" b="0"/>
            <wp:wrapSquare wrapText="bothSides"/>
            <wp:docPr id="4" name="Imagen 4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5AB3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E8C179" wp14:editId="42DC3886">
                <wp:simplePos x="0" y="0"/>
                <wp:positionH relativeFrom="column">
                  <wp:posOffset>-356235</wp:posOffset>
                </wp:positionH>
                <wp:positionV relativeFrom="paragraph">
                  <wp:posOffset>-375920</wp:posOffset>
                </wp:positionV>
                <wp:extent cx="1028700" cy="1078230"/>
                <wp:effectExtent l="0" t="0" r="3810" b="254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5E6EB6CD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F683388" wp14:editId="1B8DAC98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8C1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05pt;margin-top:-29.6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5E6EB6CD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F683388" wp14:editId="1B8DAC98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B45AB3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D531461" wp14:editId="4524B711">
                <wp:simplePos x="0" y="0"/>
                <wp:positionH relativeFrom="column">
                  <wp:posOffset>4585335</wp:posOffset>
                </wp:positionH>
                <wp:positionV relativeFrom="paragraph">
                  <wp:posOffset>-502285</wp:posOffset>
                </wp:positionV>
                <wp:extent cx="1615440" cy="701040"/>
                <wp:effectExtent l="13335" t="12065" r="9525" b="10795"/>
                <wp:wrapNone/>
                <wp:docPr id="1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E36EF7A" w14:textId="77777777" w:rsidR="00376344" w:rsidRPr="00535962" w:rsidRDefault="00376344" w:rsidP="00376344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0F2517" w14:textId="77777777" w:rsidR="00376344" w:rsidRPr="00535962" w:rsidRDefault="00376344" w:rsidP="00376344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531461" id="Group 21" o:spid="_x0000_s1027" style="position:absolute;margin-left:361.05pt;margin-top:-39.55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E36EF7A" w14:textId="77777777" w:rsidR="00376344" w:rsidRPr="00535962" w:rsidRDefault="00376344" w:rsidP="00376344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290F2517" w14:textId="77777777" w:rsidR="00376344" w:rsidRPr="00535962" w:rsidRDefault="00376344" w:rsidP="00376344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45AB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418369" wp14:editId="7A57DAD4">
                <wp:simplePos x="0" y="0"/>
                <wp:positionH relativeFrom="column">
                  <wp:posOffset>-275590</wp:posOffset>
                </wp:positionH>
                <wp:positionV relativeFrom="paragraph">
                  <wp:posOffset>-502285</wp:posOffset>
                </wp:positionV>
                <wp:extent cx="948055" cy="305435"/>
                <wp:effectExtent l="635" t="2540" r="3810" b="0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57C607" w14:textId="77777777" w:rsidR="00376344" w:rsidRPr="008166B2" w:rsidRDefault="00376344" w:rsidP="00376344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8166B2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18369" id="Text Box 20" o:spid="_x0000_s1032" type="#_x0000_t202" style="position:absolute;margin-left:-21.7pt;margin-top:-39.5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s3y7Q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" filled="f" stroked="f">
                <v:textbox inset="0,0,0,0">
                  <w:txbxContent>
                    <w:p w14:paraId="6057C607" w14:textId="77777777" w:rsidR="00376344" w:rsidRPr="008166B2" w:rsidRDefault="00376344" w:rsidP="00376344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8166B2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SNCC.F.037</w:t>
                      </w:r>
                    </w:p>
                  </w:txbxContent>
                </v:textbox>
              </v:shape>
            </w:pict>
          </mc:Fallback>
        </mc:AlternateContent>
      </w:r>
    </w:p>
    <w:p w14:paraId="53857325" w14:textId="3C289822" w:rsidR="00535962" w:rsidRPr="00535962" w:rsidRDefault="00B45AB3" w:rsidP="00535962"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5B397F" wp14:editId="246119D4">
                <wp:simplePos x="0" y="0"/>
                <wp:positionH relativeFrom="column">
                  <wp:posOffset>4878705</wp:posOffset>
                </wp:positionH>
                <wp:positionV relativeFrom="paragraph">
                  <wp:posOffset>61595</wp:posOffset>
                </wp:positionV>
                <wp:extent cx="1428115" cy="278130"/>
                <wp:effectExtent l="1905" t="0" r="0" b="127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408E5" w14:textId="77777777" w:rsidR="0026335F" w:rsidRPr="0026335F" w:rsidRDefault="00B45AB3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B397F" id="Text Box 12" o:spid="_x0000_s1033" type="#_x0000_t202" style="position:absolute;margin-left:384.15pt;margin-top:4.8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" filled="f" stroked="f">
                <v:textbox>
                  <w:txbxContent>
                    <w:p w14:paraId="2B1408E5" w14:textId="77777777" w:rsidR="0026335F" w:rsidRPr="0026335F" w:rsidRDefault="00B45AB3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B99B9F" wp14:editId="454DC70D">
                <wp:simplePos x="0" y="0"/>
                <wp:positionH relativeFrom="column">
                  <wp:posOffset>1563370</wp:posOffset>
                </wp:positionH>
                <wp:positionV relativeFrom="paragraph">
                  <wp:posOffset>101600</wp:posOffset>
                </wp:positionV>
                <wp:extent cx="3136900" cy="279400"/>
                <wp:effectExtent l="127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F2BD7" w14:textId="77777777" w:rsidR="002E1412" w:rsidRPr="002E1412" w:rsidRDefault="00B45AB3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99B9F" id="Text Box 16" o:spid="_x0000_s1034" type="#_x0000_t202" style="position:absolute;margin-left:123.1pt;margin-top:8pt;width:247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" stroked="f">
                <v:textbox>
                  <w:txbxContent>
                    <w:p w14:paraId="102F2BD7" w14:textId="77777777" w:rsidR="002E1412" w:rsidRPr="002E1412" w:rsidRDefault="00B45AB3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19F36D8" w14:textId="519ABB54" w:rsidR="00535962" w:rsidRDefault="00B45AB3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93FE7A" wp14:editId="6B770F81">
                <wp:simplePos x="0" y="0"/>
                <wp:positionH relativeFrom="column">
                  <wp:posOffset>1687195</wp:posOffset>
                </wp:positionH>
                <wp:positionV relativeFrom="paragraph">
                  <wp:posOffset>146050</wp:posOffset>
                </wp:positionV>
                <wp:extent cx="2799715" cy="277495"/>
                <wp:effectExtent l="1270" t="0" r="0" b="127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971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93A5A" w14:textId="77777777" w:rsidR="00F7443C" w:rsidRPr="00626D0C" w:rsidRDefault="000837F1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personal de plantilla del oferente</w:t>
                            </w:r>
                            <w:r w:rsidR="00626D0C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3FE7A" id="Text Box 18" o:spid="_x0000_s1035" type="#_x0000_t202" style="position:absolute;margin-left:132.85pt;margin-top:11.5pt;width:220.45pt;height:21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" stroked="f">
                <v:textbox>
                  <w:txbxContent>
                    <w:p w14:paraId="43493A5A" w14:textId="77777777" w:rsidR="00F7443C" w:rsidRPr="00626D0C" w:rsidRDefault="000837F1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personal de plantilla del oferente</w:t>
                      </w:r>
                      <w:r w:rsidR="00626D0C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964E63" wp14:editId="3097E0EF">
                <wp:simplePos x="0" y="0"/>
                <wp:positionH relativeFrom="column">
                  <wp:posOffset>5127625</wp:posOffset>
                </wp:positionH>
                <wp:positionV relativeFrom="paragraph">
                  <wp:posOffset>102870</wp:posOffset>
                </wp:positionV>
                <wp:extent cx="1130300" cy="252095"/>
                <wp:effectExtent l="3175" t="1905" r="0" b="3175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EAD5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9A5AC1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9A5AC1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166B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9A5AC1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B45AB3">
                              <w:fldChar w:fldCharType="begin"/>
                            </w:r>
                            <w:r w:rsidR="00B45AB3">
                              <w:instrText xml:space="preserve"> NUMPAGES   \* MERGEFORMAT </w:instrText>
                            </w:r>
                            <w:r w:rsidR="00B45AB3">
                              <w:fldChar w:fldCharType="separate"/>
                            </w:r>
                            <w:r w:rsidR="008166B2" w:rsidRPr="008166B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B45AB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64E63" id="Text Box 13" o:spid="_x0000_s1036" type="#_x0000_t202" style="position:absolute;margin-left:403.75pt;margin-top:8.1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" filled="f" stroked="f">
                <v:textbox>
                  <w:txbxContent>
                    <w:p w14:paraId="05BEAD5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9A5AC1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9A5AC1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166B2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9A5AC1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B45AB3">
                        <w:fldChar w:fldCharType="begin"/>
                      </w:r>
                      <w:r w:rsidR="00B45AB3">
                        <w:instrText xml:space="preserve"> NUMPAGES   \* MERGEFORMAT </w:instrText>
                      </w:r>
                      <w:r w:rsidR="00B45AB3">
                        <w:fldChar w:fldCharType="separate"/>
                      </w:r>
                      <w:r w:rsidR="008166B2" w:rsidRPr="008166B2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B45AB3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1407E599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0DFFCBFE" w14:textId="77777777" w:rsidR="000837F1" w:rsidRDefault="000837F1" w:rsidP="00393EFC">
      <w:pPr>
        <w:spacing w:after="0" w:line="240" w:lineRule="auto"/>
        <w:jc w:val="both"/>
        <w:rPr>
          <w:lang w:val="es-ES_tradnl"/>
        </w:rPr>
      </w:pPr>
    </w:p>
    <w:p w14:paraId="29418599" w14:textId="77777777" w:rsidR="00376344" w:rsidRDefault="00376344" w:rsidP="00393EFC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51AF0C82" w14:textId="77777777" w:rsidR="0023545D" w:rsidRPr="0023545D" w:rsidRDefault="0023545D" w:rsidP="00393EFC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437FAD78" w14:textId="77777777" w:rsidR="0023545D" w:rsidRPr="0023545D" w:rsidRDefault="0023545D" w:rsidP="0023545D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3545D">
          <w:rPr>
            <w:rFonts w:eastAsia="Calibri"/>
            <w:color w:val="FF0000"/>
            <w:sz w:val="22"/>
            <w:szCs w:val="22"/>
          </w:rPr>
          <w:t>la Entidad</w:t>
        </w:r>
      </w:smartTag>
    </w:p>
    <w:p w14:paraId="142EB10F" w14:textId="77777777" w:rsidR="0023545D" w:rsidRPr="0023545D" w:rsidRDefault="0023545D" w:rsidP="0023545D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5E4B4578" w14:textId="77777777" w:rsidR="000837F1" w:rsidRPr="000837F1" w:rsidRDefault="000837F1" w:rsidP="000837F1">
      <w:pPr>
        <w:pStyle w:val="Default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0837F1">
        <w:rPr>
          <w:rFonts w:ascii="Arial" w:hAnsi="Arial" w:cs="Arial"/>
          <w:bCs/>
          <w:sz w:val="22"/>
          <w:szCs w:val="22"/>
          <w:lang w:val="es-DO"/>
        </w:rPr>
        <w:t xml:space="preserve">Cortésmente, detallamos a continuación el personal de plantilla afectado a la ejecución de la obra </w:t>
      </w:r>
      <w:r>
        <w:rPr>
          <w:rFonts w:ascii="Arial" w:hAnsi="Arial" w:cs="Arial"/>
          <w:color w:val="FF0000"/>
          <w:sz w:val="22"/>
          <w:szCs w:val="22"/>
        </w:rPr>
        <w:t>(</w:t>
      </w:r>
      <w:r w:rsidRPr="000837F1">
        <w:rPr>
          <w:rFonts w:ascii="Arial" w:hAnsi="Arial" w:cs="Arial"/>
          <w:color w:val="FF0000"/>
          <w:sz w:val="22"/>
          <w:szCs w:val="22"/>
        </w:rPr>
        <w:t>denominación de la obra</w:t>
      </w:r>
      <w:r>
        <w:rPr>
          <w:rFonts w:ascii="Arial" w:hAnsi="Arial" w:cs="Arial"/>
          <w:color w:val="FF0000"/>
          <w:sz w:val="22"/>
          <w:szCs w:val="22"/>
        </w:rPr>
        <w:t>)</w:t>
      </w:r>
      <w:r w:rsidRPr="000837F1">
        <w:rPr>
          <w:rFonts w:ascii="Arial" w:hAnsi="Arial" w:cs="Arial"/>
          <w:color w:val="FF0000"/>
          <w:sz w:val="22"/>
          <w:szCs w:val="22"/>
        </w:rPr>
        <w:t xml:space="preserve"> </w:t>
      </w:r>
      <w:r w:rsidRPr="000837F1">
        <w:rPr>
          <w:rFonts w:ascii="Arial" w:hAnsi="Arial" w:cs="Arial"/>
          <w:bCs/>
          <w:sz w:val="22"/>
          <w:szCs w:val="22"/>
          <w:lang w:val="es-DO"/>
        </w:rPr>
        <w:t xml:space="preserve">contratada a través del proceso </w:t>
      </w:r>
      <w:r w:rsidRPr="000837F1">
        <w:rPr>
          <w:rFonts w:ascii="Arial" w:hAnsi="Arial" w:cs="Arial"/>
          <w:color w:val="FF0000"/>
          <w:sz w:val="22"/>
          <w:szCs w:val="22"/>
          <w:lang w:val="es-ES_tradnl"/>
        </w:rPr>
        <w:t>(Indicar Procedimiento de Contratació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>n)</w:t>
      </w:r>
      <w:r w:rsidRPr="000837F1">
        <w:rPr>
          <w:rFonts w:ascii="Arial" w:hAnsi="Arial" w:cs="Arial"/>
          <w:color w:val="FF0000"/>
          <w:sz w:val="22"/>
          <w:szCs w:val="22"/>
          <w:lang w:val="es-ES_tradnl"/>
        </w:rPr>
        <w:t xml:space="preserve"> </w:t>
      </w:r>
      <w:r w:rsidRPr="000837F1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14:paraId="08B4EF34" w14:textId="77777777" w:rsidR="000837F1" w:rsidRPr="000837F1" w:rsidRDefault="000837F1" w:rsidP="000837F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204952DE" w14:textId="77777777" w:rsidR="000837F1" w:rsidRPr="000837F1" w:rsidRDefault="000837F1" w:rsidP="000837F1">
      <w:pPr>
        <w:pStyle w:val="Default"/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Total de personal</w:t>
      </w:r>
    </w:p>
    <w:p w14:paraId="37FCD23C" w14:textId="77777777" w:rsidR="000837F1" w:rsidRPr="000837F1" w:rsidRDefault="000837F1" w:rsidP="000837F1">
      <w:pPr>
        <w:pStyle w:val="Default"/>
        <w:ind w:left="36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91A1B7D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de dirección y gestión</w:t>
      </w:r>
    </w:p>
    <w:p w14:paraId="799D867D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administrativo</w:t>
      </w:r>
    </w:p>
    <w:p w14:paraId="2B3D61D2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técnico</w:t>
      </w:r>
    </w:p>
    <w:p w14:paraId="6CDE8B3B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Ingenieros</w:t>
      </w:r>
    </w:p>
    <w:p w14:paraId="30903D63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Geómetras</w:t>
      </w:r>
    </w:p>
    <w:p w14:paraId="288FC89F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Capataces</w:t>
      </w:r>
    </w:p>
    <w:p w14:paraId="2F104472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Mecánicos</w:t>
      </w:r>
    </w:p>
    <w:p w14:paraId="1E1E843C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Técnicos</w:t>
      </w:r>
    </w:p>
    <w:p w14:paraId="13C3BBD4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Operadores de maquinaria</w:t>
      </w:r>
    </w:p>
    <w:p w14:paraId="5709792C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Conductores</w:t>
      </w:r>
    </w:p>
    <w:p w14:paraId="217A7FED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Otros especialistas</w:t>
      </w:r>
    </w:p>
    <w:p w14:paraId="738A72FF" w14:textId="77777777" w:rsidR="000837F1" w:rsidRPr="000837F1" w:rsidRDefault="000837F1" w:rsidP="000837F1">
      <w:pPr>
        <w:pStyle w:val="Default"/>
        <w:numPr>
          <w:ilvl w:val="2"/>
          <w:numId w:val="3"/>
        </w:numPr>
        <w:pBdr>
          <w:bottom w:val="single" w:sz="12" w:space="1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Obreros y manos de obra no cualificada</w:t>
      </w:r>
    </w:p>
    <w:p w14:paraId="216AA0EB" w14:textId="77777777" w:rsidR="000837F1" w:rsidRPr="000837F1" w:rsidRDefault="000837F1" w:rsidP="000837F1">
      <w:pPr>
        <w:pStyle w:val="Default"/>
        <w:ind w:left="1980"/>
        <w:jc w:val="both"/>
        <w:rPr>
          <w:rFonts w:ascii="Arial" w:hAnsi="Arial" w:cs="Arial"/>
          <w:b/>
          <w:bCs/>
          <w:sz w:val="22"/>
          <w:szCs w:val="22"/>
        </w:rPr>
      </w:pPr>
      <w:r w:rsidRPr="000837F1">
        <w:rPr>
          <w:rFonts w:ascii="Arial" w:hAnsi="Arial" w:cs="Arial"/>
          <w:b/>
          <w:bCs/>
          <w:sz w:val="22"/>
          <w:szCs w:val="22"/>
        </w:rPr>
        <w:t>Total</w:t>
      </w:r>
    </w:p>
    <w:p w14:paraId="12AC09A7" w14:textId="77777777" w:rsidR="000837F1" w:rsidRPr="000837F1" w:rsidRDefault="000837F1" w:rsidP="000837F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6CFAFA92" w14:textId="77777777" w:rsidR="000837F1" w:rsidRPr="000837F1" w:rsidRDefault="000837F1" w:rsidP="000837F1">
      <w:pPr>
        <w:pStyle w:val="Default"/>
        <w:numPr>
          <w:ilvl w:val="0"/>
          <w:numId w:val="3"/>
        </w:numPr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operativo de obra que se destinará al contrato (si procede)</w:t>
      </w:r>
    </w:p>
    <w:p w14:paraId="736BA800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Gestión de obra</w:t>
      </w:r>
    </w:p>
    <w:p w14:paraId="0418F6AC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administrativo</w:t>
      </w:r>
    </w:p>
    <w:p w14:paraId="4CBBE2E6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técnico</w:t>
      </w:r>
    </w:p>
    <w:p w14:paraId="5EFC7728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Ingenieros</w:t>
      </w:r>
    </w:p>
    <w:p w14:paraId="16741F10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Geómetras</w:t>
      </w:r>
    </w:p>
    <w:p w14:paraId="7FD86101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Capataces</w:t>
      </w:r>
    </w:p>
    <w:p w14:paraId="2B0E6C69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Mecánicos</w:t>
      </w:r>
    </w:p>
    <w:p w14:paraId="6361B429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Técnicos</w:t>
      </w:r>
    </w:p>
    <w:p w14:paraId="364975B1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Operadores de maquinaria</w:t>
      </w:r>
    </w:p>
    <w:p w14:paraId="3B34D740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Conductores</w:t>
      </w:r>
    </w:p>
    <w:p w14:paraId="753284D1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Otros especialistas</w:t>
      </w:r>
    </w:p>
    <w:p w14:paraId="2E1E4C93" w14:textId="77777777" w:rsidR="000837F1" w:rsidRPr="000837F1" w:rsidRDefault="000837F1" w:rsidP="000837F1">
      <w:pPr>
        <w:pStyle w:val="Default"/>
        <w:numPr>
          <w:ilvl w:val="2"/>
          <w:numId w:val="3"/>
        </w:numPr>
        <w:pBdr>
          <w:bottom w:val="single" w:sz="12" w:space="1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Obreros y manos de obra no cualificada</w:t>
      </w:r>
    </w:p>
    <w:p w14:paraId="5B6C669D" w14:textId="77777777" w:rsidR="000837F1" w:rsidRPr="000837F1" w:rsidRDefault="000837F1" w:rsidP="000837F1">
      <w:pPr>
        <w:pStyle w:val="Default"/>
        <w:ind w:left="1644" w:firstLine="336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837F1">
        <w:rPr>
          <w:rFonts w:ascii="Arial" w:hAnsi="Arial" w:cs="Arial"/>
          <w:b/>
          <w:bCs/>
          <w:sz w:val="22"/>
          <w:szCs w:val="22"/>
        </w:rPr>
        <w:t>Total</w:t>
      </w:r>
    </w:p>
    <w:p w14:paraId="68A96C40" w14:textId="77777777" w:rsidR="00FB7DE9" w:rsidRDefault="00FB7DE9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6AABD93" w14:textId="77777777" w:rsidR="00376344" w:rsidRDefault="00376344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1F378094" w14:textId="77777777" w:rsidR="0023545D" w:rsidRPr="0023545D" w:rsidRDefault="0023545D" w:rsidP="00376344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 w:rsidR="00393EFC"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</w:t>
      </w:r>
      <w:r w:rsidR="00FB7DE9">
        <w:rPr>
          <w:rFonts w:eastAsia="Calibri"/>
          <w:color w:val="000000"/>
          <w:sz w:val="22"/>
          <w:szCs w:val="22"/>
        </w:rPr>
        <w:t>_</w:t>
      </w:r>
      <w:r w:rsidRPr="0023545D">
        <w:rPr>
          <w:rFonts w:eastAsia="Calibri"/>
          <w:color w:val="000000"/>
          <w:sz w:val="22"/>
          <w:szCs w:val="22"/>
        </w:rPr>
        <w:t>_</w:t>
      </w:r>
    </w:p>
    <w:p w14:paraId="2F4C6EE1" w14:textId="77777777" w:rsidR="0023545D" w:rsidRPr="0023545D" w:rsidRDefault="0023545D" w:rsidP="00FB7DE9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224681A9" w14:textId="77777777" w:rsidR="00E124CB" w:rsidRPr="00FB7DE9" w:rsidRDefault="00B915B7" w:rsidP="00FB7DE9">
      <w:pPr>
        <w:pStyle w:val="Default"/>
        <w:jc w:val="center"/>
        <w:rPr>
          <w:rFonts w:ascii="Palatino Linotype" w:hAnsi="Palatino Linotype" w:cs="Arial"/>
          <w:bCs/>
          <w:color w:val="FF0000"/>
          <w:sz w:val="20"/>
          <w:szCs w:val="22"/>
        </w:rPr>
      </w:pPr>
      <w:r w:rsidRPr="00FB7DE9">
        <w:rPr>
          <w:rFonts w:ascii="Palatino Linotype" w:hAnsi="Palatino Linotype" w:cs="Arial"/>
          <w:bCs/>
          <w:color w:val="FF0000"/>
          <w:sz w:val="20"/>
          <w:szCs w:val="22"/>
        </w:rPr>
        <w:t>(Persona  o personas autorizadas a firmar en nombre del Oferente)</w:t>
      </w:r>
    </w:p>
    <w:sectPr w:rsidR="00E124CB" w:rsidRPr="00FB7DE9" w:rsidSect="00376344"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C9726" w14:textId="77777777" w:rsidR="0046054E" w:rsidRDefault="0046054E" w:rsidP="001007E7">
      <w:pPr>
        <w:spacing w:after="0" w:line="240" w:lineRule="auto"/>
      </w:pPr>
      <w:r>
        <w:separator/>
      </w:r>
    </w:p>
  </w:endnote>
  <w:endnote w:type="continuationSeparator" w:id="0">
    <w:p w14:paraId="08DB023A" w14:textId="77777777" w:rsidR="0046054E" w:rsidRDefault="0046054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C528" w14:textId="32FA3532" w:rsidR="001007E7" w:rsidRDefault="008D38B7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11F6FAFC" wp14:editId="4B07541D">
          <wp:simplePos x="0" y="0"/>
          <wp:positionH relativeFrom="column">
            <wp:posOffset>5313680</wp:posOffset>
          </wp:positionH>
          <wp:positionV relativeFrom="paragraph">
            <wp:posOffset>55880</wp:posOffset>
          </wp:positionV>
          <wp:extent cx="746125" cy="265430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45AB3"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32A9B5" wp14:editId="1779B3FA">
              <wp:simplePos x="0" y="0"/>
              <wp:positionH relativeFrom="column">
                <wp:posOffset>4748530</wp:posOffset>
              </wp:positionH>
              <wp:positionV relativeFrom="paragraph">
                <wp:posOffset>-259715</wp:posOffset>
              </wp:positionV>
              <wp:extent cx="1467485" cy="487680"/>
              <wp:effectExtent l="0" t="0" r="381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301F0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4B0E08F0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7479B43A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7C041B7D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32A9B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373.9pt;margin-top:-20.45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" filled="f" stroked="f">
              <v:textbox inset="0,0,0,0">
                <w:txbxContent>
                  <w:p w14:paraId="252301F0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4B0E08F0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7479B43A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7C041B7D" w14:textId="77777777" w:rsidR="00807015" w:rsidRDefault="00807015"/>
                </w:txbxContent>
              </v:textbox>
            </v:shape>
          </w:pict>
        </mc:Fallback>
      </mc:AlternateContent>
    </w:r>
    <w:r w:rsidR="00B45AB3"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A58866" wp14:editId="3E48DAC5">
              <wp:simplePos x="0" y="0"/>
              <wp:positionH relativeFrom="column">
                <wp:posOffset>-205105</wp:posOffset>
              </wp:positionH>
              <wp:positionV relativeFrom="paragraph">
                <wp:posOffset>46990</wp:posOffset>
              </wp:positionV>
              <wp:extent cx="555625" cy="142240"/>
              <wp:effectExtent l="4445" t="0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20394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</w:t>
                          </w:r>
                          <w:r w:rsidR="004E717B">
                            <w:rPr>
                              <w:sz w:val="14"/>
                              <w:lang w:val="es-DO"/>
                            </w:rPr>
                            <w:t>10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E717B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A58866" id="Text Box 1" o:spid="_x0000_s1038" type="#_x0000_t202" style="position:absolute;margin-left:-16.15pt;margin-top:3.7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" filled="f" stroked="f">
              <v:textbox inset="0,0,0,0">
                <w:txbxContent>
                  <w:p w14:paraId="36D20394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</w:t>
                    </w:r>
                    <w:r w:rsidR="004E717B">
                      <w:rPr>
                        <w:sz w:val="14"/>
                        <w:lang w:val="es-DO"/>
                      </w:rPr>
                      <w:t>10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E717B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098B548B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41371723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97F6DDB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28A66A17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1340ADD4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9EB0F" w14:textId="77777777" w:rsidR="0046054E" w:rsidRDefault="0046054E" w:rsidP="001007E7">
      <w:pPr>
        <w:spacing w:after="0" w:line="240" w:lineRule="auto"/>
      </w:pPr>
      <w:r>
        <w:separator/>
      </w:r>
    </w:p>
  </w:footnote>
  <w:footnote w:type="continuationSeparator" w:id="0">
    <w:p w14:paraId="21BC86A7" w14:textId="77777777" w:rsidR="0046054E" w:rsidRDefault="0046054E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57644"/>
    <w:multiLevelType w:val="hybridMultilevel"/>
    <w:tmpl w:val="FA505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C235E"/>
    <w:multiLevelType w:val="hybridMultilevel"/>
    <w:tmpl w:val="C82E3080"/>
    <w:lvl w:ilvl="0" w:tplc="B5423DA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826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FE3068">
      <w:start w:val="2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1" w:cryptProviderType="rsaFull" w:cryptAlgorithmClass="hash" w:cryptAlgorithmType="typeAny" w:cryptAlgorithmSid="4" w:cryptSpinCount="50000" w:hash="utMEaBfuF7mUis8UPrfGxRgqUco=" w:salt="bZETLVbHGe7If6IGeX3iBw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39E"/>
    <w:rsid w:val="00013E04"/>
    <w:rsid w:val="00034DD9"/>
    <w:rsid w:val="00045479"/>
    <w:rsid w:val="000837F1"/>
    <w:rsid w:val="000D6312"/>
    <w:rsid w:val="000F058C"/>
    <w:rsid w:val="001007E7"/>
    <w:rsid w:val="001020C0"/>
    <w:rsid w:val="00120202"/>
    <w:rsid w:val="00134D4F"/>
    <w:rsid w:val="001463BC"/>
    <w:rsid w:val="00157600"/>
    <w:rsid w:val="00157B79"/>
    <w:rsid w:val="0016279F"/>
    <w:rsid w:val="00165C6B"/>
    <w:rsid w:val="00170EC5"/>
    <w:rsid w:val="00194FF2"/>
    <w:rsid w:val="001A3F92"/>
    <w:rsid w:val="001E61DE"/>
    <w:rsid w:val="001E73F1"/>
    <w:rsid w:val="001F73A7"/>
    <w:rsid w:val="002009A7"/>
    <w:rsid w:val="0023545D"/>
    <w:rsid w:val="00253DBA"/>
    <w:rsid w:val="0026335F"/>
    <w:rsid w:val="002823F7"/>
    <w:rsid w:val="002E1412"/>
    <w:rsid w:val="002E6B9A"/>
    <w:rsid w:val="00314023"/>
    <w:rsid w:val="00376344"/>
    <w:rsid w:val="00393EFC"/>
    <w:rsid w:val="0042490F"/>
    <w:rsid w:val="004564FE"/>
    <w:rsid w:val="0046054E"/>
    <w:rsid w:val="00466B9C"/>
    <w:rsid w:val="004804DF"/>
    <w:rsid w:val="004A439E"/>
    <w:rsid w:val="004D45A8"/>
    <w:rsid w:val="004E717B"/>
    <w:rsid w:val="004F0444"/>
    <w:rsid w:val="00521233"/>
    <w:rsid w:val="00535962"/>
    <w:rsid w:val="005654DB"/>
    <w:rsid w:val="00576DBF"/>
    <w:rsid w:val="00611A07"/>
    <w:rsid w:val="0062592A"/>
    <w:rsid w:val="00626D0C"/>
    <w:rsid w:val="006506D0"/>
    <w:rsid w:val="00651E48"/>
    <w:rsid w:val="006709BC"/>
    <w:rsid w:val="006D38F2"/>
    <w:rsid w:val="006F28AA"/>
    <w:rsid w:val="00721F4E"/>
    <w:rsid w:val="00725091"/>
    <w:rsid w:val="00780880"/>
    <w:rsid w:val="007B6F6F"/>
    <w:rsid w:val="007E2636"/>
    <w:rsid w:val="00806C78"/>
    <w:rsid w:val="00807015"/>
    <w:rsid w:val="008166B2"/>
    <w:rsid w:val="00850351"/>
    <w:rsid w:val="00862F3E"/>
    <w:rsid w:val="008A0C67"/>
    <w:rsid w:val="008B3AE5"/>
    <w:rsid w:val="008D38B7"/>
    <w:rsid w:val="009350DB"/>
    <w:rsid w:val="00964CB0"/>
    <w:rsid w:val="009A5AC1"/>
    <w:rsid w:val="00A16099"/>
    <w:rsid w:val="00A53CA5"/>
    <w:rsid w:val="00A640BD"/>
    <w:rsid w:val="00AD7919"/>
    <w:rsid w:val="00B227FF"/>
    <w:rsid w:val="00B45AB3"/>
    <w:rsid w:val="00B62EEF"/>
    <w:rsid w:val="00B82201"/>
    <w:rsid w:val="00B915B7"/>
    <w:rsid w:val="00B97B51"/>
    <w:rsid w:val="00BA0007"/>
    <w:rsid w:val="00BA10B3"/>
    <w:rsid w:val="00BC1D0C"/>
    <w:rsid w:val="00BC3380"/>
    <w:rsid w:val="00BC54C3"/>
    <w:rsid w:val="00BC61BD"/>
    <w:rsid w:val="00BD625A"/>
    <w:rsid w:val="00C013EE"/>
    <w:rsid w:val="00C078CB"/>
    <w:rsid w:val="00C22DBE"/>
    <w:rsid w:val="00C61065"/>
    <w:rsid w:val="00C66D08"/>
    <w:rsid w:val="00C705D7"/>
    <w:rsid w:val="00CA0E82"/>
    <w:rsid w:val="00CA4661"/>
    <w:rsid w:val="00CE67A3"/>
    <w:rsid w:val="00D24FA7"/>
    <w:rsid w:val="00D64696"/>
    <w:rsid w:val="00D71EA8"/>
    <w:rsid w:val="00D90D49"/>
    <w:rsid w:val="00DC5D96"/>
    <w:rsid w:val="00DD4F3E"/>
    <w:rsid w:val="00E124CB"/>
    <w:rsid w:val="00E13E55"/>
    <w:rsid w:val="00EA40CE"/>
    <w:rsid w:val="00EA7406"/>
    <w:rsid w:val="00EE1E7B"/>
    <w:rsid w:val="00F225BF"/>
    <w:rsid w:val="00F53753"/>
    <w:rsid w:val="00F7167E"/>
    <w:rsid w:val="00F7443C"/>
    <w:rsid w:val="00F9504D"/>
    <w:rsid w:val="00FB250F"/>
    <w:rsid w:val="00FB7DE9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."/>
  <w:listSeparator w:val=";"/>
  <w14:docId w14:val="6E07A615"/>
  <w15:docId w15:val="{426B6060-8521-4862-B870-F725C91D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3545D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3545D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3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6%20-%20Personal%20de%20Plantilla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72688-52A3-438A-97C8-EA00EF98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SNAP.F.0016 - Personal de Plantilla del Oferente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Bladimil Martinez</cp:lastModifiedBy>
  <cp:revision>2</cp:revision>
  <cp:lastPrinted>2011-03-04T18:42:00Z</cp:lastPrinted>
  <dcterms:created xsi:type="dcterms:W3CDTF">2021-12-29T23:07:00Z</dcterms:created>
  <dcterms:modified xsi:type="dcterms:W3CDTF">2021-12-29T23:07:00Z</dcterms:modified>
</cp:coreProperties>
</file>