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5AEE0" w14:textId="77777777" w:rsidR="00535962" w:rsidRPr="00F7167E" w:rsidRDefault="004762B3">
      <w:r w:rsidRPr="009A41E5">
        <w:rPr>
          <w:noProof/>
          <w:lang w:val="es-DO" w:eastAsia="es-DO"/>
        </w:rPr>
        <w:drawing>
          <wp:anchor distT="0" distB="0" distL="114300" distR="114300" simplePos="0" relativeHeight="251664384" behindDoc="0" locked="0" layoutInCell="1" allowOverlap="1" wp14:anchorId="31880EA0" wp14:editId="4BA5DE5A">
            <wp:simplePos x="0" y="0"/>
            <wp:positionH relativeFrom="margin">
              <wp:posOffset>4050665</wp:posOffset>
            </wp:positionH>
            <wp:positionV relativeFrom="margin">
              <wp:posOffset>-606425</wp:posOffset>
            </wp:positionV>
            <wp:extent cx="882000" cy="878400"/>
            <wp:effectExtent l="0" t="0" r="0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1E5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54FEE73" wp14:editId="567B7DC1">
                <wp:simplePos x="0" y="0"/>
                <wp:positionH relativeFrom="column">
                  <wp:posOffset>-472440</wp:posOffset>
                </wp:positionH>
                <wp:positionV relativeFrom="paragraph">
                  <wp:posOffset>-334645</wp:posOffset>
                </wp:positionV>
                <wp:extent cx="1028700" cy="1078230"/>
                <wp:effectExtent l="3810" t="635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26572FB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9B13ED3" wp14:editId="3FC3DD0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FEE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2pt;margin-top:-26.35pt;width:81pt;height:84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26572FB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9B13ED3" wp14:editId="3FC3DD0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A6F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9435FF" wp14:editId="02E84C29">
                <wp:simplePos x="0" y="0"/>
                <wp:positionH relativeFrom="column">
                  <wp:posOffset>7340600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6350" t="8890" r="6985" b="1397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4979858" w14:textId="77777777" w:rsidR="00840E00" w:rsidRPr="00535962" w:rsidRDefault="00840E00" w:rsidP="00840E0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41A165" w14:textId="77777777"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435FF" id="Group 20" o:spid="_x0000_s1027" style="position:absolute;margin-left:578pt;margin-top:-45.05pt;width:127.2pt;height:55.2pt;z-index:25166028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">
                <v:rect id="Rectangle 21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2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3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4979858" w14:textId="77777777" w:rsidR="00840E00" w:rsidRPr="00535962" w:rsidRDefault="00840E00" w:rsidP="00840E0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B41A165" w14:textId="77777777"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30A6F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BE702D" wp14:editId="38E2396E">
                <wp:simplePos x="0" y="0"/>
                <wp:positionH relativeFrom="column">
                  <wp:posOffset>-372745</wp:posOffset>
                </wp:positionH>
                <wp:positionV relativeFrom="paragraph">
                  <wp:posOffset>-510540</wp:posOffset>
                </wp:positionV>
                <wp:extent cx="948055" cy="305435"/>
                <wp:effectExtent l="0" t="381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2F545" w14:textId="77777777"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E702D" id="Text Box 27" o:spid="_x0000_s1032" type="#_x0000_t202" style="position:absolute;margin-left:-29.35pt;margin-top:-40.2pt;width:74.65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" filled="f" stroked="f">
                <v:textbox inset="0,0,0,0">
                  <w:txbxContent>
                    <w:p w14:paraId="43F2F545" w14:textId="77777777"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</w:p>
    <w:p w14:paraId="0682B410" w14:textId="77777777"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C1FB97" wp14:editId="01DDA667">
                <wp:simplePos x="0" y="0"/>
                <wp:positionH relativeFrom="column">
                  <wp:posOffset>2902585</wp:posOffset>
                </wp:positionH>
                <wp:positionV relativeFrom="paragraph">
                  <wp:posOffset>99695</wp:posOffset>
                </wp:positionV>
                <wp:extent cx="3037840" cy="279400"/>
                <wp:effectExtent l="0" t="0" r="3175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EE692" w14:textId="77777777" w:rsidR="002E1412" w:rsidRPr="002E1412" w:rsidRDefault="00C76FC6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1FB97" id="Text Box 16" o:spid="_x0000_s1033" type="#_x0000_t202" style="position:absolute;margin-left:228.55pt;margin-top:7.85pt;width:239.2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" stroked="f">
                <v:textbox>
                  <w:txbxContent>
                    <w:p w14:paraId="670EE692" w14:textId="77777777" w:rsidR="002E1412" w:rsidRPr="002E1412" w:rsidRDefault="00C76FC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456907" wp14:editId="14DB0073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2AF75" w14:textId="77777777" w:rsidR="0026335F" w:rsidRPr="0026335F" w:rsidRDefault="00C76FC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56907" id="Text Box 12" o:spid="_x0000_s1034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" filled="f" stroked="f">
                <v:textbox>
                  <w:txbxContent>
                    <w:p w14:paraId="28A2AF75" w14:textId="77777777" w:rsidR="0026335F" w:rsidRPr="0026335F" w:rsidRDefault="00C76FC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F427C2A" w14:textId="77777777" w:rsidR="007D608F" w:rsidRDefault="009A41E5" w:rsidP="00E81276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ACEA29" wp14:editId="749FEB14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93769" w14:textId="77777777" w:rsidR="00F7443C" w:rsidRPr="004767CC" w:rsidRDefault="00C76FC6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CEA29" id="Text Box 18" o:spid="_x0000_s1035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" stroked="f">
                <v:textbox>
                  <w:txbxContent>
                    <w:p w14:paraId="07093769" w14:textId="77777777" w:rsidR="00F7443C" w:rsidRPr="004767CC" w:rsidRDefault="00C76FC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0A4358" wp14:editId="42C66228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BF39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6FC6">
                              <w:fldChar w:fldCharType="begin"/>
                            </w:r>
                            <w:r w:rsidR="00C76FC6">
                              <w:instrText xml:space="preserve"> NUMPAGES   \* MERGEFORMAT </w:instrText>
                            </w:r>
                            <w:r w:rsidR="00C76FC6">
                              <w:fldChar w:fldCharType="separate"/>
                            </w:r>
                            <w:r w:rsidR="00822B7A" w:rsidRP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6FC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A4358" id="Text Box 13" o:spid="_x0000_s1036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" filled="f" stroked="f">
                <v:textbox>
                  <w:txbxContent>
                    <w:p w14:paraId="08BBF39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C76FC6">
                        <w:fldChar w:fldCharType="begin"/>
                      </w:r>
                      <w:r w:rsidR="00C76FC6">
                        <w:instrText xml:space="preserve"> NUMPAGES   \* MERGEFORMAT </w:instrText>
                      </w:r>
                      <w:r w:rsidR="00C76FC6">
                        <w:fldChar w:fldCharType="separate"/>
                      </w:r>
                      <w:r w:rsidR="00822B7A" w:rsidRP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C76FC6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4A2337F" w14:textId="77777777"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14:paraId="2D9E599E" w14:textId="77777777"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14:paraId="2EE0CB01" w14:textId="77777777"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00D8BF95" w14:textId="77777777"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163A5EEB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14:paraId="58582228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14:paraId="165659FB" w14:textId="7777777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14:paraId="48233422" w14:textId="77777777"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14:paraId="0993C52F" w14:textId="77777777"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14:paraId="050064D5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14:paraId="7B29012A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14:paraId="6F1E9487" w14:textId="77777777"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14:paraId="0334EB05" w14:textId="77777777"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14:paraId="2028C88E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14:paraId="57A2A9BB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14:paraId="03A33DFE" w14:textId="77777777" w:rsidTr="00822B7A">
        <w:trPr>
          <w:trHeight w:val="229"/>
          <w:jc w:val="center"/>
        </w:trPr>
        <w:tc>
          <w:tcPr>
            <w:tcW w:w="0" w:type="auto"/>
          </w:tcPr>
          <w:p w14:paraId="09C6AD0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14:paraId="25E7C96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825ECD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1FC33C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35AFED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4EF0B5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193F4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424678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B159BBE" w14:textId="77777777" w:rsidTr="00822B7A">
        <w:trPr>
          <w:trHeight w:val="211"/>
          <w:jc w:val="center"/>
        </w:trPr>
        <w:tc>
          <w:tcPr>
            <w:tcW w:w="0" w:type="auto"/>
          </w:tcPr>
          <w:p w14:paraId="288DFE5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6A63D50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12F063E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B367B0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4198B2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2FC8DC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DD78B4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107961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4B824360" w14:textId="77777777" w:rsidTr="00822B7A">
        <w:trPr>
          <w:trHeight w:val="229"/>
          <w:jc w:val="center"/>
        </w:trPr>
        <w:tc>
          <w:tcPr>
            <w:tcW w:w="0" w:type="auto"/>
          </w:tcPr>
          <w:p w14:paraId="2704820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2FCCF6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67AE3D0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26764F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39A5A5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3895F7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81FAB8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203167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B330A4A" w14:textId="77777777" w:rsidTr="00822B7A">
        <w:trPr>
          <w:trHeight w:val="229"/>
          <w:jc w:val="center"/>
        </w:trPr>
        <w:tc>
          <w:tcPr>
            <w:tcW w:w="0" w:type="auto"/>
          </w:tcPr>
          <w:p w14:paraId="5F5F99C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19B91A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8309BF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BDD731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995BB2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03AD4F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C08C7F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7EB5BF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FC55C4E" w14:textId="77777777" w:rsidTr="00822B7A">
        <w:trPr>
          <w:trHeight w:val="229"/>
          <w:jc w:val="center"/>
        </w:trPr>
        <w:tc>
          <w:tcPr>
            <w:tcW w:w="0" w:type="auto"/>
          </w:tcPr>
          <w:p w14:paraId="401E754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6B85E7B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B16C61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3BA818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2507E6B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3B2AF00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947AF9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4E28D6C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1F5D7CD" w14:textId="77777777" w:rsidTr="00822B7A">
        <w:trPr>
          <w:trHeight w:val="229"/>
          <w:jc w:val="center"/>
        </w:trPr>
        <w:tc>
          <w:tcPr>
            <w:tcW w:w="0" w:type="auto"/>
          </w:tcPr>
          <w:p w14:paraId="2172CA0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14:paraId="4BBDDA3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D686D9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3A41AB0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44BE01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6DE0F8C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AB487A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AC5666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D3AE84E" w14:textId="77777777" w:rsidTr="00822B7A">
        <w:trPr>
          <w:trHeight w:val="229"/>
          <w:jc w:val="center"/>
        </w:trPr>
        <w:tc>
          <w:tcPr>
            <w:tcW w:w="0" w:type="auto"/>
          </w:tcPr>
          <w:p w14:paraId="7F64CCA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590B31C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1D8076E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45F5CA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9735F5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1A1D8E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AF1CFE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9C171E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31D4DDE" w14:textId="77777777" w:rsidTr="00822B7A">
        <w:trPr>
          <w:trHeight w:val="211"/>
          <w:jc w:val="center"/>
        </w:trPr>
        <w:tc>
          <w:tcPr>
            <w:tcW w:w="0" w:type="auto"/>
          </w:tcPr>
          <w:p w14:paraId="57EEE62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30157A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658BFBC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4645F86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557575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2BF83B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82D0A2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42EA572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541C204C" w14:textId="77777777" w:rsidTr="00822B7A">
        <w:trPr>
          <w:trHeight w:val="229"/>
          <w:jc w:val="center"/>
        </w:trPr>
        <w:tc>
          <w:tcPr>
            <w:tcW w:w="0" w:type="auto"/>
          </w:tcPr>
          <w:p w14:paraId="064113B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099F2E8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AC9987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2EBAEE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6A1B64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4DB6E6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1275BB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DF6E78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26AA754C" w14:textId="77777777" w:rsidTr="00822B7A">
        <w:trPr>
          <w:trHeight w:val="229"/>
          <w:jc w:val="center"/>
        </w:trPr>
        <w:tc>
          <w:tcPr>
            <w:tcW w:w="0" w:type="auto"/>
          </w:tcPr>
          <w:p w14:paraId="560FD4A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85F059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065EDF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166BF1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DBEF06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119D86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790467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4ECACB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14:paraId="74629A68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14:paraId="05CA71A9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14:paraId="427706D5" w14:textId="77777777"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6B4DFA2F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14:paraId="2983D0FD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14:paraId="40F553C0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1E9ABE6D" w14:textId="77777777"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E4CF5" w14:textId="77777777" w:rsidR="0053293F" w:rsidRDefault="0053293F" w:rsidP="001007E7">
      <w:pPr>
        <w:spacing w:after="0" w:line="240" w:lineRule="auto"/>
      </w:pPr>
      <w:r>
        <w:separator/>
      </w:r>
    </w:p>
  </w:endnote>
  <w:endnote w:type="continuationSeparator" w:id="0">
    <w:p w14:paraId="61B02800" w14:textId="77777777" w:rsidR="0053293F" w:rsidRDefault="0053293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E24E" w14:textId="77777777" w:rsidR="001007E7" w:rsidRDefault="00830A6F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28C09A" wp14:editId="1D71846D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021341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28C0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" filled="f" stroked="f">
              <v:textbox inset="0,0,0,0">
                <w:txbxContent>
                  <w:p w14:paraId="58021341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F21115" wp14:editId="2F86110C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D996D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6A3B79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6F21115" id="Text Box 3" o:spid="_x0000_s1038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" filled="f" stroked="f">
              <v:textbox style="mso-fit-shape-to-text:t" inset="0,0,0,0">
                <w:txbxContent>
                  <w:p w14:paraId="1B6D996D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6A3B79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14:paraId="4369BED9" w14:textId="77777777"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4548B899" wp14:editId="11DEAB1D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ACB760E" w14:textId="77777777"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14:paraId="7A7CCE26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748B" w14:textId="77777777" w:rsidR="0053293F" w:rsidRDefault="0053293F" w:rsidP="001007E7">
      <w:pPr>
        <w:spacing w:after="0" w:line="240" w:lineRule="auto"/>
      </w:pPr>
      <w:r>
        <w:separator/>
      </w:r>
    </w:p>
  </w:footnote>
  <w:footnote w:type="continuationSeparator" w:id="0">
    <w:p w14:paraId="59A97B4B" w14:textId="77777777" w:rsidR="0053293F" w:rsidRDefault="0053293F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F28CC"/>
    <w:rsid w:val="001F73A7"/>
    <w:rsid w:val="002356C0"/>
    <w:rsid w:val="00253DBA"/>
    <w:rsid w:val="0026335F"/>
    <w:rsid w:val="002655DF"/>
    <w:rsid w:val="00284B63"/>
    <w:rsid w:val="002860A4"/>
    <w:rsid w:val="002971F5"/>
    <w:rsid w:val="002E1412"/>
    <w:rsid w:val="00314023"/>
    <w:rsid w:val="0031441A"/>
    <w:rsid w:val="003B38E0"/>
    <w:rsid w:val="003F0543"/>
    <w:rsid w:val="0042490F"/>
    <w:rsid w:val="00466B9C"/>
    <w:rsid w:val="004762B3"/>
    <w:rsid w:val="004767CC"/>
    <w:rsid w:val="004C4743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6739"/>
    <w:rsid w:val="008A68D0"/>
    <w:rsid w:val="008B3AE5"/>
    <w:rsid w:val="009A2AEC"/>
    <w:rsid w:val="009A41E5"/>
    <w:rsid w:val="00A16099"/>
    <w:rsid w:val="00A640BD"/>
    <w:rsid w:val="00A6449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76FC6"/>
    <w:rsid w:val="00C95ADE"/>
    <w:rsid w:val="00CA4661"/>
    <w:rsid w:val="00CE67A3"/>
    <w:rsid w:val="00D24FA7"/>
    <w:rsid w:val="00D6469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8A0E20A"/>
  <w15:docId w15:val="{55F2BA5D-9771-4E22-911C-9651C4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69479-CB35-4C13-999A-183832A7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Bladimil Martinez</cp:lastModifiedBy>
  <cp:revision>2</cp:revision>
  <cp:lastPrinted>2011-03-04T19:05:00Z</cp:lastPrinted>
  <dcterms:created xsi:type="dcterms:W3CDTF">2021-12-29T23:12:00Z</dcterms:created>
  <dcterms:modified xsi:type="dcterms:W3CDTF">2021-12-29T23:12:00Z</dcterms:modified>
</cp:coreProperties>
</file>